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AFD" w:rsidRPr="00B112BD" w:rsidRDefault="00DF25BE" w:rsidP="008A4DC1">
      <w:pPr>
        <w:jc w:val="center"/>
        <w:rPr>
          <w:rFonts w:ascii="標楷體" w:eastAsia="標楷體" w:hAnsi="標楷體"/>
          <w:b/>
        </w:rPr>
      </w:pPr>
      <w:r w:rsidRPr="00B112BD">
        <w:rPr>
          <w:rFonts w:ascii="標楷體" w:eastAsia="標楷體" w:hAnsi="標楷體" w:hint="eastAsia"/>
          <w:b/>
          <w:sz w:val="40"/>
        </w:rPr>
        <w:t>臺北市</w:t>
      </w:r>
      <w:r w:rsidR="0018148B" w:rsidRPr="00B112BD">
        <w:rPr>
          <w:rFonts w:ascii="標楷體" w:eastAsia="標楷體" w:hAnsi="標楷體" w:hint="eastAsia"/>
          <w:b/>
          <w:sz w:val="40"/>
        </w:rPr>
        <w:t>立</w:t>
      </w:r>
      <w:r w:rsidR="00CB6FA1" w:rsidRPr="00B112BD">
        <w:rPr>
          <w:rFonts w:ascii="標楷體" w:eastAsia="標楷體" w:hAnsi="標楷體" w:hint="eastAsia"/>
          <w:b/>
          <w:sz w:val="40"/>
        </w:rPr>
        <w:t>龍山</w:t>
      </w:r>
      <w:r w:rsidR="00DA7AFD" w:rsidRPr="00B112BD">
        <w:rPr>
          <w:rFonts w:ascii="標楷體" w:eastAsia="標楷體" w:hAnsi="標楷體" w:hint="eastAsia"/>
          <w:b/>
          <w:sz w:val="40"/>
        </w:rPr>
        <w:t>國中學生服裝儀容</w:t>
      </w:r>
      <w:r w:rsidR="008A4DC1" w:rsidRPr="00B112BD">
        <w:rPr>
          <w:rFonts w:ascii="標楷體" w:eastAsia="標楷體" w:hAnsi="標楷體" w:hint="eastAsia"/>
          <w:b/>
          <w:sz w:val="40"/>
        </w:rPr>
        <w:t>檢查</w:t>
      </w:r>
      <w:r w:rsidR="00DA7AFD" w:rsidRPr="00B112BD">
        <w:rPr>
          <w:rFonts w:ascii="標楷體" w:eastAsia="標楷體" w:hAnsi="標楷體" w:hint="eastAsia"/>
          <w:b/>
          <w:sz w:val="40"/>
        </w:rPr>
        <w:t>實施要點</w:t>
      </w:r>
    </w:p>
    <w:p w:rsidR="00CB6FA1" w:rsidRPr="006B1060" w:rsidRDefault="00CB6FA1" w:rsidP="00CB6FA1">
      <w:pPr>
        <w:jc w:val="right"/>
        <w:rPr>
          <w:rFonts w:ascii="標楷體" w:eastAsia="標楷體" w:hAnsi="標楷體"/>
          <w:sz w:val="20"/>
          <w:szCs w:val="20"/>
        </w:rPr>
      </w:pPr>
      <w:r w:rsidRPr="006B1060">
        <w:rPr>
          <w:rFonts w:ascii="標楷體" w:eastAsia="標楷體" w:hAnsi="標楷體" w:hint="eastAsia"/>
          <w:sz w:val="20"/>
          <w:szCs w:val="20"/>
        </w:rPr>
        <w:t>100.06.20服裝儀容審議委員會議修訂</w:t>
      </w:r>
    </w:p>
    <w:p w:rsidR="00CB6FA1" w:rsidRPr="006B1060" w:rsidRDefault="00CB6FA1" w:rsidP="00CB6FA1">
      <w:pPr>
        <w:jc w:val="right"/>
        <w:rPr>
          <w:rFonts w:ascii="標楷體" w:eastAsia="標楷體" w:hAnsi="標楷體"/>
          <w:sz w:val="20"/>
          <w:szCs w:val="20"/>
        </w:rPr>
      </w:pPr>
      <w:r w:rsidRPr="006B1060">
        <w:rPr>
          <w:rFonts w:ascii="標楷體" w:eastAsia="標楷體" w:hAnsi="標楷體" w:hint="eastAsia"/>
          <w:sz w:val="20"/>
          <w:szCs w:val="20"/>
        </w:rPr>
        <w:t>103.06.25服裝儀容審議委員會議修訂</w:t>
      </w:r>
    </w:p>
    <w:p w:rsidR="00CB6FA1" w:rsidRPr="006B1060" w:rsidRDefault="00CB6FA1" w:rsidP="00CB6FA1">
      <w:pPr>
        <w:jc w:val="right"/>
        <w:rPr>
          <w:rFonts w:ascii="標楷體" w:eastAsia="標楷體" w:hAnsi="標楷體"/>
          <w:sz w:val="20"/>
          <w:szCs w:val="20"/>
        </w:rPr>
      </w:pPr>
      <w:r w:rsidRPr="006B1060">
        <w:rPr>
          <w:rFonts w:ascii="標楷體" w:eastAsia="標楷體" w:hAnsi="標楷體" w:hint="eastAsia"/>
          <w:sz w:val="20"/>
          <w:szCs w:val="20"/>
        </w:rPr>
        <w:t>107.04.03服裝儀容審議委員會議修訂</w:t>
      </w:r>
    </w:p>
    <w:p w:rsidR="00CB6FA1" w:rsidRDefault="00CB6FA1" w:rsidP="00CB6FA1">
      <w:pPr>
        <w:jc w:val="right"/>
        <w:rPr>
          <w:rFonts w:ascii="標楷體" w:eastAsia="標楷體" w:hAnsi="標楷體"/>
          <w:sz w:val="20"/>
          <w:szCs w:val="20"/>
        </w:rPr>
      </w:pPr>
      <w:r w:rsidRPr="006B1060">
        <w:rPr>
          <w:rFonts w:ascii="標楷體" w:eastAsia="標楷體" w:hAnsi="標楷體" w:hint="eastAsia"/>
          <w:sz w:val="20"/>
          <w:szCs w:val="20"/>
        </w:rPr>
        <w:t>109.09.02服裝儀容審議委員會議修訂</w:t>
      </w:r>
    </w:p>
    <w:p w:rsidR="00B2555B" w:rsidRDefault="00B2555B" w:rsidP="00B2555B">
      <w:pPr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110.04.01</w:t>
      </w:r>
      <w:r w:rsidRPr="006B1060">
        <w:rPr>
          <w:rFonts w:ascii="標楷體" w:eastAsia="標楷體" w:hAnsi="標楷體" w:hint="eastAsia"/>
          <w:sz w:val="20"/>
          <w:szCs w:val="20"/>
        </w:rPr>
        <w:t>服裝儀容審議委員會議修訂</w:t>
      </w:r>
    </w:p>
    <w:p w:rsidR="001E520F" w:rsidRDefault="001E520F" w:rsidP="00B2555B">
      <w:pPr>
        <w:jc w:val="right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110.04.26</w:t>
      </w:r>
      <w:r w:rsidRPr="006B1060">
        <w:rPr>
          <w:rFonts w:ascii="標楷體" w:eastAsia="標楷體" w:hAnsi="標楷體" w:hint="eastAsia"/>
          <w:sz w:val="20"/>
          <w:szCs w:val="20"/>
        </w:rPr>
        <w:t>服裝儀容審議委員會議修訂</w:t>
      </w:r>
    </w:p>
    <w:p w:rsidR="00700900" w:rsidRPr="001E520F" w:rsidRDefault="00700900" w:rsidP="00700900">
      <w:pPr>
        <w:wordWrap w:val="0"/>
        <w:jc w:val="right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1</w:t>
      </w:r>
      <w:r>
        <w:rPr>
          <w:rFonts w:ascii="標楷體" w:eastAsia="標楷體" w:hAnsi="標楷體"/>
          <w:sz w:val="20"/>
          <w:szCs w:val="20"/>
        </w:rPr>
        <w:t>10.8.31</w:t>
      </w:r>
      <w:r>
        <w:rPr>
          <w:rFonts w:ascii="標楷體" w:eastAsia="標楷體" w:hAnsi="標楷體" w:hint="eastAsia"/>
          <w:sz w:val="20"/>
          <w:szCs w:val="20"/>
        </w:rPr>
        <w:t>校務會議通過</w:t>
      </w:r>
      <w:bookmarkStart w:id="0" w:name="_GoBack"/>
      <w:bookmarkEnd w:id="0"/>
    </w:p>
    <w:p w:rsidR="00DA7AFD" w:rsidRPr="008A4DC1" w:rsidRDefault="0018148B" w:rsidP="002E2149">
      <w:pPr>
        <w:pStyle w:val="a9"/>
        <w:numPr>
          <w:ilvl w:val="0"/>
          <w:numId w:val="5"/>
        </w:numPr>
        <w:tabs>
          <w:tab w:val="left" w:pos="709"/>
        </w:tabs>
        <w:spacing w:line="370" w:lineRule="exact"/>
        <w:ind w:leftChars="0" w:left="567" w:hanging="567"/>
        <w:rPr>
          <w:rFonts w:ascii="標楷體" w:eastAsia="標楷體" w:hAnsi="標楷體"/>
        </w:rPr>
      </w:pPr>
      <w:r w:rsidRPr="008A4DC1">
        <w:rPr>
          <w:rFonts w:ascii="標楷體" w:eastAsia="標楷體" w:hAnsi="標楷體"/>
        </w:rPr>
        <w:t>實施目的：培養學生愛整潔、守秩序、有禮貌的生活習慣，建立學校團體規範與團隊精神。</w:t>
      </w:r>
    </w:p>
    <w:p w:rsidR="0018148B" w:rsidRPr="008A4DC1" w:rsidRDefault="0018148B" w:rsidP="002E2149">
      <w:pPr>
        <w:pStyle w:val="a9"/>
        <w:numPr>
          <w:ilvl w:val="0"/>
          <w:numId w:val="5"/>
        </w:numPr>
        <w:tabs>
          <w:tab w:val="left" w:pos="709"/>
        </w:tabs>
        <w:spacing w:line="370" w:lineRule="exact"/>
        <w:ind w:leftChars="0" w:left="567" w:hanging="567"/>
        <w:rPr>
          <w:rFonts w:ascii="標楷體" w:eastAsia="標楷體" w:hAnsi="標楷體"/>
        </w:rPr>
      </w:pPr>
      <w:r w:rsidRPr="008A4DC1">
        <w:rPr>
          <w:rFonts w:ascii="標楷體" w:eastAsia="標楷體" w:hAnsi="標楷體"/>
        </w:rPr>
        <w:t>檢查時間：學校不定期辦理抽檢。</w:t>
      </w:r>
    </w:p>
    <w:p w:rsidR="0018148B" w:rsidRPr="008A4DC1" w:rsidRDefault="0018148B" w:rsidP="002E2149">
      <w:pPr>
        <w:pStyle w:val="a9"/>
        <w:numPr>
          <w:ilvl w:val="0"/>
          <w:numId w:val="5"/>
        </w:numPr>
        <w:tabs>
          <w:tab w:val="left" w:pos="709"/>
        </w:tabs>
        <w:spacing w:line="370" w:lineRule="exact"/>
        <w:ind w:leftChars="0" w:left="567" w:hanging="567"/>
        <w:rPr>
          <w:rFonts w:ascii="標楷體" w:eastAsia="標楷體" w:hAnsi="標楷體"/>
        </w:rPr>
      </w:pPr>
      <w:r w:rsidRPr="008A4DC1">
        <w:rPr>
          <w:rFonts w:ascii="標楷體" w:eastAsia="標楷體" w:hAnsi="標楷體"/>
        </w:rPr>
        <w:t>檢查標準</w:t>
      </w:r>
      <w:r w:rsidR="005B66FB" w:rsidRPr="008A4DC1">
        <w:rPr>
          <w:rFonts w:ascii="標楷體" w:eastAsia="標楷體" w:hAnsi="標楷體"/>
        </w:rPr>
        <w:t>如下，細節規範如圖所示</w:t>
      </w:r>
      <w:r w:rsidRPr="008A4DC1">
        <w:rPr>
          <w:rFonts w:ascii="標楷體" w:eastAsia="標楷體" w:hAnsi="標楷體"/>
        </w:rPr>
        <w:t>：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697"/>
        <w:gridCol w:w="8593"/>
      </w:tblGrid>
      <w:tr w:rsidR="007E3454" w:rsidRPr="008A4DC1" w:rsidTr="008A4DC1">
        <w:trPr>
          <w:jc w:val="center"/>
        </w:trPr>
        <w:tc>
          <w:tcPr>
            <w:tcW w:w="534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E3454" w:rsidRPr="006B1060" w:rsidRDefault="007E3454" w:rsidP="002E2149">
            <w:pPr>
              <w:tabs>
                <w:tab w:val="left" w:pos="2520"/>
              </w:tabs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B1060">
              <w:rPr>
                <w:rFonts w:ascii="標楷體" w:eastAsia="標楷體" w:hAnsi="標楷體"/>
                <w:sz w:val="28"/>
                <w:szCs w:val="28"/>
              </w:rPr>
              <w:t>服裝</w:t>
            </w:r>
          </w:p>
        </w:tc>
        <w:tc>
          <w:tcPr>
            <w:tcW w:w="69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E3454" w:rsidRPr="00824249" w:rsidRDefault="001E4DB4" w:rsidP="002E2149">
            <w:pPr>
              <w:tabs>
                <w:tab w:val="left" w:pos="2520"/>
              </w:tabs>
              <w:spacing w:line="0" w:lineRule="atLeas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/>
              </w:rPr>
              <w:t>衣</w:t>
            </w:r>
            <w:r w:rsidR="007E3454" w:rsidRPr="00824249">
              <w:rPr>
                <w:rFonts w:ascii="標楷體" w:eastAsia="標楷體" w:hAnsi="標楷體"/>
              </w:rPr>
              <w:t>褲</w:t>
            </w:r>
          </w:p>
        </w:tc>
        <w:tc>
          <w:tcPr>
            <w:tcW w:w="85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E4DB4" w:rsidRPr="00824249" w:rsidRDefault="00CF5C9C" w:rsidP="006B1060">
            <w:pPr>
              <w:tabs>
                <w:tab w:val="left" w:pos="0"/>
              </w:tabs>
              <w:spacing w:line="400" w:lineRule="exac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1.</w:t>
            </w:r>
            <w:r w:rsidR="00FE0B97" w:rsidRPr="00824249">
              <w:rPr>
                <w:rFonts w:ascii="標楷體" w:eastAsia="標楷體" w:hAnsi="標楷體" w:hint="eastAsia"/>
              </w:rPr>
              <w:t>校服需繡齊班級、座號、姓名，鈕扣應隨時扣齊。</w:t>
            </w:r>
          </w:p>
          <w:p w:rsidR="00FE0B97" w:rsidRPr="00824249" w:rsidRDefault="00CF5C9C" w:rsidP="006B1060">
            <w:pPr>
              <w:tabs>
                <w:tab w:val="left" w:pos="0"/>
              </w:tabs>
              <w:spacing w:line="400" w:lineRule="exac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2.</w:t>
            </w:r>
            <w:r w:rsidR="00FE0B97" w:rsidRPr="00824249">
              <w:rPr>
                <w:rFonts w:ascii="標楷體" w:eastAsia="標楷體" w:hAnsi="標楷體" w:hint="eastAsia"/>
              </w:rPr>
              <w:t>內搭之便服、內衣、內褲不得外露。</w:t>
            </w:r>
          </w:p>
          <w:p w:rsidR="00FE0B97" w:rsidRPr="00824249" w:rsidRDefault="00CF5C9C" w:rsidP="006B1060">
            <w:pPr>
              <w:tabs>
                <w:tab w:val="left" w:pos="0"/>
              </w:tabs>
              <w:spacing w:line="400" w:lineRule="exac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3.</w:t>
            </w:r>
            <w:r w:rsidR="00FE0B97" w:rsidRPr="00824249">
              <w:rPr>
                <w:rFonts w:ascii="標楷體" w:eastAsia="標楷體" w:hAnsi="標楷體" w:hint="eastAsia"/>
              </w:rPr>
              <w:t>穿著外套時拉鏈應拉至超過中間以上，袖口不得捲起。</w:t>
            </w:r>
          </w:p>
          <w:p w:rsidR="00FE0B97" w:rsidRPr="00824249" w:rsidRDefault="00FE0B97" w:rsidP="006B1060">
            <w:pPr>
              <w:spacing w:line="400" w:lineRule="exac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4.</w:t>
            </w:r>
            <w:r w:rsidR="00D74FA3">
              <w:rPr>
                <w:rFonts w:ascii="標楷體" w:eastAsia="標楷體" w:hAnsi="標楷體" w:hint="eastAsia"/>
              </w:rPr>
              <w:t>若因</w:t>
            </w:r>
            <w:r w:rsidR="00D74FA3" w:rsidRPr="001B6B6C">
              <w:rPr>
                <w:rFonts w:ascii="標楷體" w:eastAsia="標楷體" w:hAnsi="標楷體" w:hint="eastAsia"/>
              </w:rPr>
              <w:t>校服</w:t>
            </w:r>
            <w:r w:rsidRPr="001B6B6C">
              <w:rPr>
                <w:rFonts w:ascii="標楷體" w:eastAsia="標楷體" w:hAnsi="標楷體" w:hint="eastAsia"/>
              </w:rPr>
              <w:t>不夠保暖，可以在</w:t>
            </w:r>
            <w:r w:rsidR="00D74FA3" w:rsidRPr="001B6B6C">
              <w:rPr>
                <w:rFonts w:ascii="標楷體" w:eastAsia="標楷體" w:hAnsi="標楷體" w:hint="eastAsia"/>
              </w:rPr>
              <w:t>校服</w:t>
            </w:r>
            <w:r w:rsidR="00DD46B1" w:rsidRPr="001B6B6C">
              <w:rPr>
                <w:rFonts w:ascii="標楷體" w:eastAsia="標楷體" w:hAnsi="標楷體" w:hint="eastAsia"/>
              </w:rPr>
              <w:t>內、</w:t>
            </w:r>
            <w:r w:rsidRPr="001B6B6C">
              <w:rPr>
                <w:rFonts w:ascii="標楷體" w:eastAsia="標楷體" w:hAnsi="標楷體" w:hint="eastAsia"/>
              </w:rPr>
              <w:t>外增加便服外套</w:t>
            </w:r>
            <w:r w:rsidR="001B6B6C" w:rsidRPr="001B6B6C">
              <w:rPr>
                <w:rFonts w:ascii="標楷體" w:eastAsia="標楷體" w:hAnsi="標楷體" w:hint="eastAsia"/>
              </w:rPr>
              <w:t>。</w:t>
            </w:r>
          </w:p>
        </w:tc>
      </w:tr>
      <w:tr w:rsidR="00CB7FF1" w:rsidRPr="008A4DC1" w:rsidTr="008A4DC1">
        <w:trPr>
          <w:jc w:val="center"/>
        </w:trPr>
        <w:tc>
          <w:tcPr>
            <w:tcW w:w="534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B7FF1" w:rsidRPr="006B1060" w:rsidRDefault="00CB7FF1" w:rsidP="002E2149">
            <w:pPr>
              <w:tabs>
                <w:tab w:val="left" w:pos="2520"/>
              </w:tabs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9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B7FF1" w:rsidRPr="00824249" w:rsidRDefault="001E4DB4" w:rsidP="002E2149">
            <w:pPr>
              <w:tabs>
                <w:tab w:val="left" w:pos="2520"/>
              </w:tabs>
              <w:spacing w:line="0" w:lineRule="atLeas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/>
              </w:rPr>
              <w:t>鞋</w:t>
            </w:r>
            <w:r w:rsidR="00CB7FF1" w:rsidRPr="00824249">
              <w:rPr>
                <w:rFonts w:ascii="標楷體" w:eastAsia="標楷體" w:hAnsi="標楷體"/>
                <w:iCs/>
              </w:rPr>
              <w:t>襪</w:t>
            </w:r>
          </w:p>
        </w:tc>
        <w:tc>
          <w:tcPr>
            <w:tcW w:w="8593" w:type="dxa"/>
            <w:tcBorders>
              <w:left w:val="double" w:sz="4" w:space="0" w:color="auto"/>
              <w:right w:val="double" w:sz="4" w:space="0" w:color="auto"/>
            </w:tcBorders>
          </w:tcPr>
          <w:p w:rsidR="00766F3F" w:rsidRPr="00824249" w:rsidRDefault="00CF5C9C" w:rsidP="006B1060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1.</w:t>
            </w:r>
            <w:r w:rsidR="00FE0B97" w:rsidRPr="00824249">
              <w:rPr>
                <w:rFonts w:ascii="標楷體" w:eastAsia="標楷體" w:hAnsi="標楷體" w:hint="eastAsia"/>
              </w:rPr>
              <w:t>須穿著有鞋帶的運動鞋，顏色不拘，不得為、靴子、跟鞋、布希鞋</w:t>
            </w:r>
            <w:r w:rsidR="00FE0B97" w:rsidRPr="00824249">
              <w:rPr>
                <w:rFonts w:ascii="標楷體" w:eastAsia="標楷體" w:hAnsi="標楷體"/>
              </w:rPr>
              <w:t>……</w:t>
            </w:r>
            <w:r w:rsidR="00FE0B97" w:rsidRPr="00824249">
              <w:rPr>
                <w:rFonts w:ascii="標楷體" w:eastAsia="標楷體" w:hAnsi="標楷體" w:hint="eastAsia"/>
              </w:rPr>
              <w:t>，及其他不利於運動的鞋子等。</w:t>
            </w:r>
          </w:p>
          <w:p w:rsidR="00FE0B97" w:rsidRPr="00824249" w:rsidRDefault="00CF5C9C" w:rsidP="006B1060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2.</w:t>
            </w:r>
            <w:r w:rsidR="00FE0B97" w:rsidRPr="00824249">
              <w:rPr>
                <w:rFonts w:ascii="標楷體" w:eastAsia="標楷體" w:hAnsi="標楷體" w:hint="eastAsia"/>
              </w:rPr>
              <w:t>須穿著運動襪，顏色不拘，不得為絲襪、隱形襪。</w:t>
            </w:r>
          </w:p>
        </w:tc>
      </w:tr>
      <w:tr w:rsidR="00CB7FF1" w:rsidRPr="008A4DC1" w:rsidTr="008A4DC1">
        <w:trPr>
          <w:jc w:val="center"/>
        </w:trPr>
        <w:tc>
          <w:tcPr>
            <w:tcW w:w="1231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B7FF1" w:rsidRPr="00824249" w:rsidRDefault="00CB7FF1" w:rsidP="002E2149">
            <w:pPr>
              <w:tabs>
                <w:tab w:val="left" w:pos="2520"/>
              </w:tabs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/>
              </w:rPr>
              <w:t>頭髮</w:t>
            </w:r>
          </w:p>
        </w:tc>
        <w:tc>
          <w:tcPr>
            <w:tcW w:w="8593" w:type="dxa"/>
            <w:tcBorders>
              <w:left w:val="double" w:sz="4" w:space="0" w:color="auto"/>
              <w:right w:val="double" w:sz="4" w:space="0" w:color="auto"/>
            </w:tcBorders>
          </w:tcPr>
          <w:p w:rsidR="00FE0B97" w:rsidRPr="001B6B6C" w:rsidRDefault="00DA4D34" w:rsidP="00DA4D34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</w:rPr>
            </w:pPr>
            <w:r w:rsidRPr="001B6B6C">
              <w:rPr>
                <w:rFonts w:ascii="標楷體" w:eastAsia="標楷體" w:hAnsi="標楷體" w:hint="eastAsia"/>
              </w:rPr>
              <w:t>1.</w:t>
            </w:r>
            <w:r w:rsidR="00E31EE0" w:rsidRPr="001B6B6C">
              <w:rPr>
                <w:rFonts w:ascii="標楷體" w:eastAsia="標楷體" w:hAnsi="標楷體" w:hint="eastAsia"/>
              </w:rPr>
              <w:t>頭髮</w:t>
            </w:r>
            <w:r w:rsidR="00852E73" w:rsidRPr="001B6B6C">
              <w:rPr>
                <w:rFonts w:ascii="標楷體" w:eastAsia="標楷體" w:hAnsi="標楷體" w:hint="eastAsia"/>
              </w:rPr>
              <w:t>以</w:t>
            </w:r>
            <w:r w:rsidR="00E31EE0" w:rsidRPr="001B6B6C">
              <w:rPr>
                <w:rFonts w:ascii="標楷體" w:eastAsia="標楷體" w:hAnsi="標楷體" w:hint="eastAsia"/>
              </w:rPr>
              <w:t>整齊</w:t>
            </w:r>
            <w:r w:rsidR="00852E73" w:rsidRPr="001B6B6C">
              <w:rPr>
                <w:rFonts w:ascii="標楷體" w:eastAsia="標楷體" w:hAnsi="標楷體" w:hint="eastAsia"/>
              </w:rPr>
              <w:t>、乾淨</w:t>
            </w:r>
            <w:r w:rsidR="00063E84" w:rsidRPr="001B6B6C">
              <w:rPr>
                <w:rFonts w:ascii="標楷體" w:eastAsia="標楷體" w:hAnsi="標楷體" w:hint="eastAsia"/>
              </w:rPr>
              <w:t>便於梳洗，適合學生身份</w:t>
            </w:r>
            <w:r w:rsidR="00E31EE0" w:rsidRPr="001B6B6C">
              <w:rPr>
                <w:rFonts w:ascii="標楷體" w:eastAsia="標楷體" w:hAnsi="標楷體" w:hint="eastAsia"/>
              </w:rPr>
              <w:t>為原則。</w:t>
            </w:r>
          </w:p>
          <w:p w:rsidR="00063E84" w:rsidRPr="001B6B6C" w:rsidRDefault="00DA4D34" w:rsidP="00DA4D34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</w:rPr>
            </w:pPr>
            <w:r w:rsidRPr="001B6B6C">
              <w:rPr>
                <w:rFonts w:ascii="標楷體" w:eastAsia="標楷體" w:hAnsi="標楷體" w:hint="eastAsia"/>
              </w:rPr>
              <w:t>2.</w:t>
            </w:r>
            <w:r w:rsidR="009F22BB" w:rsidRPr="001B6B6C">
              <w:rPr>
                <w:rFonts w:ascii="標楷體" w:eastAsia="標楷體" w:hAnsi="標楷體" w:hint="eastAsia"/>
              </w:rPr>
              <w:t>定期修剪，適度整理。</w:t>
            </w:r>
          </w:p>
        </w:tc>
      </w:tr>
      <w:tr w:rsidR="00CB7FF1" w:rsidRPr="008A4DC1" w:rsidTr="008A4DC1">
        <w:trPr>
          <w:jc w:val="center"/>
        </w:trPr>
        <w:tc>
          <w:tcPr>
            <w:tcW w:w="1231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B7FF1" w:rsidRPr="00824249" w:rsidRDefault="006B1060" w:rsidP="002E2149">
            <w:pPr>
              <w:tabs>
                <w:tab w:val="left" w:pos="2520"/>
              </w:tabs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指甲</w:t>
            </w:r>
          </w:p>
        </w:tc>
        <w:tc>
          <w:tcPr>
            <w:tcW w:w="8593" w:type="dxa"/>
            <w:tcBorders>
              <w:left w:val="double" w:sz="4" w:space="0" w:color="auto"/>
              <w:right w:val="double" w:sz="4" w:space="0" w:color="auto"/>
            </w:tcBorders>
          </w:tcPr>
          <w:p w:rsidR="00CB7FF1" w:rsidRPr="00824249" w:rsidRDefault="006B1060" w:rsidP="006B1060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不留長、不擦指甲油及彩繪指甲，並定期修剪。</w:t>
            </w:r>
          </w:p>
        </w:tc>
      </w:tr>
      <w:tr w:rsidR="00CB7FF1" w:rsidRPr="008A4DC1" w:rsidTr="008A4DC1">
        <w:trPr>
          <w:jc w:val="center"/>
        </w:trPr>
        <w:tc>
          <w:tcPr>
            <w:tcW w:w="123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B7FF1" w:rsidRPr="00824249" w:rsidRDefault="006B1060" w:rsidP="002E2149">
            <w:pPr>
              <w:tabs>
                <w:tab w:val="left" w:pos="2520"/>
              </w:tabs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飾品</w:t>
            </w:r>
          </w:p>
        </w:tc>
        <w:tc>
          <w:tcPr>
            <w:tcW w:w="85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309B" w:rsidRPr="00824249" w:rsidRDefault="00FE0B97" w:rsidP="006B1060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</w:rPr>
            </w:pPr>
            <w:r w:rsidRPr="00824249">
              <w:rPr>
                <w:rFonts w:ascii="標楷體" w:eastAsia="標楷體" w:hAnsi="標楷體" w:hint="eastAsia"/>
              </w:rPr>
              <w:t>不得佩戴耳環、手鍊（環）、項鍊</w:t>
            </w:r>
            <w:r w:rsidRPr="00824249">
              <w:rPr>
                <w:rFonts w:ascii="標楷體" w:eastAsia="標楷體" w:hAnsi="標楷體"/>
              </w:rPr>
              <w:t>……</w:t>
            </w:r>
            <w:r w:rsidRPr="00824249">
              <w:rPr>
                <w:rFonts w:ascii="標楷體" w:eastAsia="標楷體" w:hAnsi="標楷體" w:hint="eastAsia"/>
              </w:rPr>
              <w:t>等飾品；若因信仰而必須配戴平安符，請置放於衣內不外露。</w:t>
            </w:r>
          </w:p>
        </w:tc>
      </w:tr>
    </w:tbl>
    <w:p w:rsidR="002E2149" w:rsidRPr="003B6D5B" w:rsidRDefault="002E2149" w:rsidP="003B6D5B">
      <w:pPr>
        <w:tabs>
          <w:tab w:val="left" w:pos="709"/>
        </w:tabs>
        <w:spacing w:line="370" w:lineRule="exact"/>
        <w:rPr>
          <w:rFonts w:eastAsia="標楷體"/>
        </w:rPr>
      </w:pPr>
    </w:p>
    <w:p w:rsidR="002E2149" w:rsidRPr="002E45BC" w:rsidRDefault="002E2149" w:rsidP="002E2149">
      <w:pPr>
        <w:pStyle w:val="a9"/>
        <w:numPr>
          <w:ilvl w:val="0"/>
          <w:numId w:val="5"/>
        </w:numPr>
        <w:tabs>
          <w:tab w:val="left" w:pos="709"/>
        </w:tabs>
        <w:spacing w:line="370" w:lineRule="exact"/>
        <w:ind w:leftChars="0" w:left="567" w:hanging="567"/>
        <w:rPr>
          <w:rFonts w:eastAsia="標楷體"/>
        </w:rPr>
      </w:pPr>
      <w:r w:rsidRPr="002E45BC">
        <w:rPr>
          <w:rFonts w:eastAsia="標楷體"/>
        </w:rPr>
        <w:t>本</w:t>
      </w:r>
      <w:r w:rsidR="003B6D5B">
        <w:rPr>
          <w:rFonts w:eastAsia="標楷體"/>
        </w:rPr>
        <w:t>要點經學生服裝儀容委員</w:t>
      </w:r>
      <w:r w:rsidR="003B6D5B">
        <w:rPr>
          <w:rFonts w:eastAsia="標楷體" w:hint="eastAsia"/>
        </w:rPr>
        <w:t>會議通過後，陳</w:t>
      </w:r>
      <w:r w:rsidR="003B6D5B">
        <w:rPr>
          <w:rFonts w:eastAsia="標楷體" w:hint="eastAsia"/>
        </w:rPr>
        <w:t xml:space="preserve"> </w:t>
      </w:r>
      <w:r w:rsidR="003B6D5B">
        <w:rPr>
          <w:rFonts w:eastAsia="標楷體" w:hint="eastAsia"/>
        </w:rPr>
        <w:t>校長核定後公布</w:t>
      </w:r>
      <w:r w:rsidR="0044647C">
        <w:rPr>
          <w:rFonts w:eastAsia="標楷體" w:hint="eastAsia"/>
        </w:rPr>
        <w:t>實</w:t>
      </w:r>
      <w:r w:rsidRPr="002E45BC">
        <w:rPr>
          <w:rFonts w:eastAsia="標楷體"/>
        </w:rPr>
        <w:t>施，修正時亦同。</w:t>
      </w:r>
    </w:p>
    <w:p w:rsidR="002E2149" w:rsidRPr="002E45BC" w:rsidRDefault="00662725" w:rsidP="00662725">
      <w:pPr>
        <w:tabs>
          <w:tab w:val="left" w:pos="5478"/>
        </w:tabs>
        <w:spacing w:line="370" w:lineRule="exact"/>
        <w:rPr>
          <w:rFonts w:eastAsia="標楷體"/>
          <w:b/>
        </w:rPr>
      </w:pPr>
      <w:r>
        <w:rPr>
          <w:rFonts w:eastAsia="標楷體"/>
          <w:b/>
        </w:rPr>
        <w:tab/>
      </w:r>
    </w:p>
    <w:p w:rsidR="001C2BA3" w:rsidRDefault="00662725" w:rsidP="00E334A2">
      <w:pPr>
        <w:tabs>
          <w:tab w:val="left" w:pos="3525"/>
        </w:tabs>
        <w:rPr>
          <w:rFonts w:eastAsia="標楷體"/>
        </w:rPr>
      </w:pPr>
      <w:r>
        <w:rPr>
          <w:rFonts w:eastAsia="標楷體"/>
        </w:rPr>
        <w:tab/>
      </w:r>
    </w:p>
    <w:p w:rsidR="006135D7" w:rsidRDefault="006135D7" w:rsidP="00E334A2">
      <w:pPr>
        <w:tabs>
          <w:tab w:val="left" w:pos="3525"/>
        </w:tabs>
        <w:rPr>
          <w:rFonts w:eastAsia="標楷體"/>
        </w:rPr>
      </w:pPr>
    </w:p>
    <w:p w:rsidR="006135D7" w:rsidRDefault="006135D7" w:rsidP="00E334A2">
      <w:pPr>
        <w:tabs>
          <w:tab w:val="left" w:pos="3525"/>
        </w:tabs>
        <w:rPr>
          <w:rFonts w:eastAsia="標楷體"/>
        </w:rPr>
      </w:pPr>
    </w:p>
    <w:p w:rsidR="006135D7" w:rsidRDefault="006135D7" w:rsidP="00E334A2">
      <w:pPr>
        <w:tabs>
          <w:tab w:val="left" w:pos="3525"/>
        </w:tabs>
        <w:rPr>
          <w:rFonts w:eastAsia="標楷體"/>
        </w:rPr>
      </w:pPr>
    </w:p>
    <w:p w:rsidR="006135D7" w:rsidRDefault="006135D7" w:rsidP="00E334A2">
      <w:pPr>
        <w:tabs>
          <w:tab w:val="left" w:pos="3525"/>
        </w:tabs>
        <w:rPr>
          <w:rFonts w:eastAsia="標楷體"/>
        </w:rPr>
      </w:pPr>
    </w:p>
    <w:p w:rsidR="006135D7" w:rsidRPr="001C2BA3" w:rsidRDefault="006135D7" w:rsidP="00E334A2">
      <w:pPr>
        <w:tabs>
          <w:tab w:val="left" w:pos="3525"/>
        </w:tabs>
        <w:rPr>
          <w:rFonts w:eastAsia="標楷體"/>
        </w:rPr>
      </w:pPr>
    </w:p>
    <w:p w:rsidR="001C2BA3" w:rsidRDefault="001C2BA3" w:rsidP="001C2BA3">
      <w:pPr>
        <w:rPr>
          <w:rFonts w:eastAsia="標楷體"/>
        </w:rPr>
      </w:pPr>
    </w:p>
    <w:p w:rsidR="00D66650" w:rsidRDefault="00D66650" w:rsidP="001C2BA3">
      <w:pPr>
        <w:rPr>
          <w:rFonts w:eastAsia="標楷體"/>
        </w:rPr>
      </w:pPr>
    </w:p>
    <w:p w:rsidR="006135D7" w:rsidRDefault="006135D7" w:rsidP="001C2BA3">
      <w:pPr>
        <w:rPr>
          <w:rFonts w:eastAsia="標楷體"/>
        </w:rPr>
      </w:pPr>
    </w:p>
    <w:p w:rsidR="006135D7" w:rsidRDefault="006135D7" w:rsidP="001C2BA3">
      <w:pPr>
        <w:rPr>
          <w:rFonts w:eastAsia="標楷體"/>
        </w:rPr>
      </w:pPr>
    </w:p>
    <w:p w:rsidR="006135D7" w:rsidRDefault="006135D7" w:rsidP="001C2BA3">
      <w:pPr>
        <w:rPr>
          <w:rFonts w:eastAsia="標楷體"/>
        </w:rPr>
      </w:pPr>
    </w:p>
    <w:p w:rsidR="006135D7" w:rsidRDefault="006135D7" w:rsidP="001C2BA3">
      <w:pPr>
        <w:rPr>
          <w:rFonts w:eastAsia="標楷體"/>
        </w:rPr>
      </w:pPr>
    </w:p>
    <w:p w:rsidR="006135D7" w:rsidRPr="00256699" w:rsidRDefault="006135D7" w:rsidP="001C2BA3">
      <w:pPr>
        <w:rPr>
          <w:rFonts w:eastAsia="標楷體"/>
        </w:rPr>
        <w:sectPr w:rsidR="006135D7" w:rsidRPr="00256699" w:rsidSect="00CB6FA1">
          <w:pgSz w:w="11906" w:h="16838"/>
          <w:pgMar w:top="567" w:right="707" w:bottom="1134" w:left="709" w:header="851" w:footer="992" w:gutter="0"/>
          <w:cols w:space="425"/>
          <w:docGrid w:type="lines" w:linePitch="360"/>
        </w:sectPr>
      </w:pPr>
    </w:p>
    <w:p w:rsidR="005B66FB" w:rsidRPr="002E45BC" w:rsidRDefault="000C4BF2" w:rsidP="0018148B">
      <w:pPr>
        <w:tabs>
          <w:tab w:val="left" w:pos="2520"/>
        </w:tabs>
        <w:spacing w:line="370" w:lineRule="exact"/>
        <w:rPr>
          <w:rFonts w:eastAsia="標楷體"/>
          <w:b/>
        </w:rPr>
      </w:pPr>
      <w:r w:rsidRPr="002E45BC">
        <w:rPr>
          <w:rFonts w:eastAsia="標楷體"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21950BB8" wp14:editId="6DEF55B0">
            <wp:simplePos x="0" y="0"/>
            <wp:positionH relativeFrom="column">
              <wp:posOffset>-996315</wp:posOffset>
            </wp:positionH>
            <wp:positionV relativeFrom="paragraph">
              <wp:posOffset>-986790</wp:posOffset>
            </wp:positionV>
            <wp:extent cx="10627360" cy="7200900"/>
            <wp:effectExtent l="0" t="0" r="2540" b="0"/>
            <wp:wrapNone/>
            <wp:docPr id="27" name="圖片 27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33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13"/>
                    <a:stretch/>
                  </pic:blipFill>
                  <pic:spPr bwMode="auto">
                    <a:xfrm>
                      <a:off x="0" y="0"/>
                      <a:ext cx="1062736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077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3F58BF" wp14:editId="3B3C46BE">
                <wp:simplePos x="0" y="0"/>
                <wp:positionH relativeFrom="column">
                  <wp:posOffset>6059170</wp:posOffset>
                </wp:positionH>
                <wp:positionV relativeFrom="paragraph">
                  <wp:posOffset>-24765</wp:posOffset>
                </wp:positionV>
                <wp:extent cx="802640" cy="600075"/>
                <wp:effectExtent l="0" t="0" r="35560" b="28575"/>
                <wp:wrapNone/>
                <wp:docPr id="30" name="直線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2640" cy="600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95C1D" id="直線接點 30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1pt,-1.95pt" to="540.3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"/>
            </w:pict>
          </mc:Fallback>
        </mc:AlternateContent>
      </w:r>
      <w:r w:rsidR="00F60077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272B913" wp14:editId="5632BD68">
                <wp:simplePos x="0" y="0"/>
                <wp:positionH relativeFrom="column">
                  <wp:posOffset>4577715</wp:posOffset>
                </wp:positionH>
                <wp:positionV relativeFrom="paragraph">
                  <wp:posOffset>-354965</wp:posOffset>
                </wp:positionV>
                <wp:extent cx="2286000" cy="800100"/>
                <wp:effectExtent l="0" t="0" r="0" b="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F2B" w:rsidRDefault="00B93F2B" w:rsidP="00B93F2B">
                            <w:r>
                              <w:rPr>
                                <w:rFonts w:hint="eastAsia"/>
                              </w:rPr>
                              <w:t>整齊、乾淨為原則</w:t>
                            </w:r>
                          </w:p>
                          <w:p w:rsidR="002E45BC" w:rsidRPr="00B93F2B" w:rsidRDefault="002E45BC" w:rsidP="005B66FB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2B913" id="_x0000_t202" coordsize="21600,21600" o:spt="202" path="m,l,21600r21600,l21600,xe">
                <v:stroke joinstyle="miter"/>
                <v:path gradientshapeok="t" o:connecttype="rect"/>
              </v:shapetype>
              <v:shape id="文字方塊 22" o:spid="_x0000_s1026" type="#_x0000_t202" style="position:absolute;margin-left:360.45pt;margin-top:-27.95pt;width:180pt;height:6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" filled="f" stroked="f">
                <v:textbox>
                  <w:txbxContent>
                    <w:p w:rsidR="00B93F2B" w:rsidRDefault="00B93F2B" w:rsidP="00B93F2B">
                      <w:r>
                        <w:rPr>
                          <w:rFonts w:hint="eastAsia"/>
                        </w:rPr>
                        <w:t>整齊、乾淨為原則</w:t>
                      </w:r>
                    </w:p>
                    <w:p w:rsidR="002E45BC" w:rsidRPr="00B93F2B" w:rsidRDefault="002E45BC" w:rsidP="005B66FB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0077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3991EC3" wp14:editId="543E12D4">
                <wp:simplePos x="0" y="0"/>
                <wp:positionH relativeFrom="column">
                  <wp:posOffset>2343150</wp:posOffset>
                </wp:positionH>
                <wp:positionV relativeFrom="paragraph">
                  <wp:posOffset>-355600</wp:posOffset>
                </wp:positionV>
                <wp:extent cx="2286000" cy="800100"/>
                <wp:effectExtent l="0" t="0" r="0" b="0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F2B" w:rsidRDefault="00B93F2B" w:rsidP="005B66FB">
                            <w:r>
                              <w:rPr>
                                <w:rFonts w:hint="eastAsia"/>
                              </w:rPr>
                              <w:t>整齊、乾淨為原則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91EC3" id="文字方塊 21" o:spid="_x0000_s1027" type="#_x0000_t202" style="position:absolute;margin-left:184.5pt;margin-top:-28pt;width:180pt;height:63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" filled="f" stroked="f">
                <v:textbox>
                  <w:txbxContent>
                    <w:p w:rsidR="00B93F2B" w:rsidRDefault="00B93F2B" w:rsidP="005B66FB">
                      <w:r>
                        <w:rPr>
                          <w:rFonts w:hint="eastAsia"/>
                        </w:rPr>
                        <w:t>整齊、乾淨為原則</w:t>
                      </w:r>
                    </w:p>
                  </w:txbxContent>
                </v:textbox>
              </v:shape>
            </w:pict>
          </mc:Fallback>
        </mc:AlternateContent>
      </w:r>
      <w:r w:rsidR="001C2BA3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B73031" wp14:editId="7EC0A5C2">
                <wp:simplePos x="0" y="0"/>
                <wp:positionH relativeFrom="column">
                  <wp:posOffset>3255010</wp:posOffset>
                </wp:positionH>
                <wp:positionV relativeFrom="paragraph">
                  <wp:posOffset>9406890</wp:posOffset>
                </wp:positionV>
                <wp:extent cx="454003" cy="281354"/>
                <wp:effectExtent l="0" t="0" r="3810" b="444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03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BA3" w:rsidRPr="001C2BA3" w:rsidRDefault="001C2BA3" w:rsidP="001C2BA3">
                            <w:pPr>
                              <w:rPr>
                                <w:sz w:val="20"/>
                              </w:rPr>
                            </w:pPr>
                            <w:r w:rsidRPr="001C2BA3">
                              <w:rPr>
                                <w:rFonts w:hint="eastAsia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159E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56.3pt;margin-top:740.7pt;width:35.75pt;height:2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" fillcolor="white [3201]" stroked="f" strokeweight=".5pt">
                <v:textbox>
                  <w:txbxContent>
                    <w:p w:rsidR="001C2BA3" w:rsidRPr="001C2BA3" w:rsidRDefault="001C2BA3" w:rsidP="001C2BA3">
                      <w:pPr>
                        <w:rPr>
                          <w:sz w:val="20"/>
                        </w:rPr>
                      </w:pPr>
                      <w:r w:rsidRPr="001C2BA3">
                        <w:rPr>
                          <w:rFonts w:hint="eastAsia"/>
                          <w:sz w:val="20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F86C72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A3FB23" wp14:editId="10E64AB4">
                <wp:simplePos x="0" y="0"/>
                <wp:positionH relativeFrom="column">
                  <wp:posOffset>6311265</wp:posOffset>
                </wp:positionH>
                <wp:positionV relativeFrom="paragraph">
                  <wp:posOffset>-594995</wp:posOffset>
                </wp:positionV>
                <wp:extent cx="2057400" cy="571500"/>
                <wp:effectExtent l="0" t="0" r="0" b="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5BC" w:rsidRPr="00F86C72" w:rsidRDefault="002E45BC" w:rsidP="005B66FB">
                            <w:pPr>
                              <w:jc w:val="center"/>
                              <w:rPr>
                                <w:rFonts w:ascii="文鼎粗圓" w:eastAsia="文鼎粗圓"/>
                                <w:sz w:val="44"/>
                                <w:szCs w:val="48"/>
                              </w:rPr>
                            </w:pPr>
                            <w:r w:rsidRPr="00F86C72">
                              <w:rPr>
                                <w:rFonts w:ascii="文鼎粗圓" w:eastAsia="文鼎粗圓" w:hint="eastAsia"/>
                                <w:sz w:val="44"/>
                                <w:szCs w:val="48"/>
                              </w:rPr>
                              <w:t>女生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5C9F4" id="文字方塊 3" o:spid="_x0000_s1027" type="#_x0000_t202" style="position:absolute;margin-left:496.95pt;margin-top:-46.85pt;width:162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" filled="f" stroked="f">
                <v:textbox>
                  <w:txbxContent>
                    <w:p w:rsidR="002E45BC" w:rsidRPr="00F86C72" w:rsidRDefault="002E45BC" w:rsidP="005B66FB">
                      <w:pPr>
                        <w:jc w:val="center"/>
                        <w:rPr>
                          <w:rFonts w:ascii="文鼎粗圓" w:eastAsia="文鼎粗圓"/>
                          <w:sz w:val="44"/>
                          <w:szCs w:val="48"/>
                        </w:rPr>
                      </w:pPr>
                      <w:r w:rsidRPr="00F86C72">
                        <w:rPr>
                          <w:rFonts w:ascii="文鼎粗圓" w:eastAsia="文鼎粗圓" w:hint="eastAsia"/>
                          <w:sz w:val="44"/>
                          <w:szCs w:val="48"/>
                        </w:rPr>
                        <w:t>女生</w:t>
                      </w:r>
                    </w:p>
                  </w:txbxContent>
                </v:textbox>
              </v:shape>
            </w:pict>
          </mc:Fallback>
        </mc:AlternateContent>
      </w:r>
      <w:r w:rsidR="00F86C72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CC9ED3" wp14:editId="5DF5F0C6">
                <wp:simplePos x="0" y="0"/>
                <wp:positionH relativeFrom="column">
                  <wp:posOffset>53340</wp:posOffset>
                </wp:positionH>
                <wp:positionV relativeFrom="paragraph">
                  <wp:posOffset>-561340</wp:posOffset>
                </wp:positionV>
                <wp:extent cx="2057400" cy="571500"/>
                <wp:effectExtent l="0" t="0" r="0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5BC" w:rsidRPr="00F86C72" w:rsidRDefault="002E45BC" w:rsidP="005B66FB">
                            <w:pPr>
                              <w:jc w:val="center"/>
                              <w:rPr>
                                <w:rFonts w:ascii="文鼎粗圓" w:eastAsia="文鼎粗圓"/>
                                <w:b/>
                                <w:sz w:val="44"/>
                                <w:szCs w:val="48"/>
                              </w:rPr>
                            </w:pPr>
                            <w:r w:rsidRPr="00F86C72">
                              <w:rPr>
                                <w:rFonts w:ascii="文鼎粗圓" w:eastAsia="文鼎粗圓" w:hint="eastAsia"/>
                                <w:b/>
                                <w:sz w:val="44"/>
                                <w:szCs w:val="48"/>
                              </w:rPr>
                              <w:t>男生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5D72" id="文字方塊 7" o:spid="_x0000_s1028" type="#_x0000_t202" style="position:absolute;margin-left:4.2pt;margin-top:-44.2pt;width:162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" filled="f" stroked="f">
                <v:textbox>
                  <w:txbxContent>
                    <w:p w:rsidR="002E45BC" w:rsidRPr="00F86C72" w:rsidRDefault="002E45BC" w:rsidP="005B66FB">
                      <w:pPr>
                        <w:jc w:val="center"/>
                        <w:rPr>
                          <w:rFonts w:ascii="文鼎粗圓" w:eastAsia="文鼎粗圓"/>
                          <w:b/>
                          <w:sz w:val="44"/>
                          <w:szCs w:val="48"/>
                        </w:rPr>
                      </w:pPr>
                      <w:r w:rsidRPr="00F86C72">
                        <w:rPr>
                          <w:rFonts w:ascii="文鼎粗圓" w:eastAsia="文鼎粗圓" w:hint="eastAsia"/>
                          <w:b/>
                          <w:sz w:val="44"/>
                          <w:szCs w:val="48"/>
                        </w:rPr>
                        <w:t>男生</w:t>
                      </w:r>
                    </w:p>
                  </w:txbxContent>
                </v:textbox>
              </v:shape>
            </w:pict>
          </mc:Fallback>
        </mc:AlternateContent>
      </w:r>
    </w:p>
    <w:p w:rsidR="005B66FB" w:rsidRPr="002E45BC" w:rsidRDefault="005B66FB" w:rsidP="005B66FB">
      <w:pPr>
        <w:rPr>
          <w:rFonts w:eastAsia="標楷體"/>
          <w:vanish/>
        </w:rPr>
      </w:pPr>
    </w:p>
    <w:tbl>
      <w:tblPr>
        <w:tblpPr w:leftFromText="180" w:rightFromText="180" w:vertAnchor="text" w:tblpX="11549" w:tblpY="19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</w:tblGrid>
      <w:tr w:rsidR="005B66FB" w:rsidRPr="002E45BC" w:rsidTr="002E45BC">
        <w:trPr>
          <w:trHeight w:val="360"/>
        </w:trPr>
        <w:tc>
          <w:tcPr>
            <w:tcW w:w="540" w:type="dxa"/>
          </w:tcPr>
          <w:p w:rsidR="005B66FB" w:rsidRPr="002E45BC" w:rsidRDefault="005B66FB" w:rsidP="002E45BC">
            <w:pPr>
              <w:rPr>
                <w:rFonts w:eastAsia="標楷體"/>
              </w:rPr>
            </w:pPr>
          </w:p>
        </w:tc>
      </w:tr>
    </w:tbl>
    <w:tbl>
      <w:tblPr>
        <w:tblpPr w:leftFromText="180" w:rightFromText="180" w:vertAnchor="text" w:horzAnchor="page" w:tblpX="3094" w:tblpY="20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"/>
      </w:tblGrid>
      <w:tr w:rsidR="00F86C72" w:rsidRPr="002E45BC" w:rsidTr="00F86C72">
        <w:trPr>
          <w:trHeight w:val="154"/>
        </w:trPr>
        <w:tc>
          <w:tcPr>
            <w:tcW w:w="594" w:type="dxa"/>
          </w:tcPr>
          <w:p w:rsidR="00F86C72" w:rsidRPr="002E45BC" w:rsidRDefault="00F86C72" w:rsidP="00F86C72">
            <w:pPr>
              <w:rPr>
                <w:rFonts w:eastAsia="標楷體"/>
              </w:rPr>
            </w:pPr>
          </w:p>
        </w:tc>
      </w:tr>
    </w:tbl>
    <w:p w:rsidR="00D66650" w:rsidRPr="002E45BC" w:rsidRDefault="000C4BF2" w:rsidP="00D66650">
      <w:pPr>
        <w:rPr>
          <w:rFonts w:eastAsia="標楷體"/>
        </w:rPr>
        <w:sectPr w:rsidR="00D66650" w:rsidRPr="002E45BC" w:rsidSect="00D66650">
          <w:pgSz w:w="16838" w:h="11906" w:orient="landscape"/>
          <w:pgMar w:top="1134" w:right="1134" w:bottom="1134" w:left="1134" w:header="851" w:footer="992" w:gutter="0"/>
          <w:cols w:space="425"/>
          <w:docGrid w:linePitch="360"/>
        </w:sectPr>
      </w:pPr>
      <w:r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699CB1" wp14:editId="31ACF54A">
                <wp:simplePos x="0" y="0"/>
                <wp:positionH relativeFrom="column">
                  <wp:posOffset>2108834</wp:posOffset>
                </wp:positionH>
                <wp:positionV relativeFrom="paragraph">
                  <wp:posOffset>5388610</wp:posOffset>
                </wp:positionV>
                <wp:extent cx="1052195" cy="167640"/>
                <wp:effectExtent l="0" t="0" r="33655" b="22860"/>
                <wp:wrapNone/>
                <wp:docPr id="23" name="直線接點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2195" cy="167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6462D" id="直線接點 2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05pt,424.3pt" to="248.9pt,4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"/>
            </w:pict>
          </mc:Fallback>
        </mc:AlternateContent>
      </w:r>
      <w:r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633BA" wp14:editId="2C3B5637">
                <wp:simplePos x="0" y="0"/>
                <wp:positionH relativeFrom="column">
                  <wp:posOffset>1832610</wp:posOffset>
                </wp:positionH>
                <wp:positionV relativeFrom="paragraph">
                  <wp:posOffset>4798060</wp:posOffset>
                </wp:positionV>
                <wp:extent cx="342900" cy="171450"/>
                <wp:effectExtent l="0" t="0" r="19050" b="19050"/>
                <wp:wrapNone/>
                <wp:docPr id="20" name="直線接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92C19" id="直線接點 2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377.8pt" to="171.3pt,3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"/>
            </w:pict>
          </mc:Fallback>
        </mc:AlternateContent>
      </w:r>
      <w:r w:rsidR="00DF1A1E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674854" wp14:editId="444EC23D">
                <wp:simplePos x="0" y="0"/>
                <wp:positionH relativeFrom="column">
                  <wp:posOffset>5163160</wp:posOffset>
                </wp:positionH>
                <wp:positionV relativeFrom="paragraph">
                  <wp:posOffset>5387238</wp:posOffset>
                </wp:positionV>
                <wp:extent cx="892886" cy="211074"/>
                <wp:effectExtent l="0" t="0" r="21590" b="36830"/>
                <wp:wrapNone/>
                <wp:docPr id="24" name="直線接點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2886" cy="21107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4C068" id="直線接點 2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55pt,424.2pt" to="476.85pt,4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"/>
            </w:pict>
          </mc:Fallback>
        </mc:AlternateContent>
      </w:r>
      <w:r w:rsidR="00DF1A1E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85EBCF" wp14:editId="5DB45D35">
                <wp:simplePos x="0" y="0"/>
                <wp:positionH relativeFrom="column">
                  <wp:posOffset>3156585</wp:posOffset>
                </wp:positionH>
                <wp:positionV relativeFrom="paragraph">
                  <wp:posOffset>4867300</wp:posOffset>
                </wp:positionV>
                <wp:extent cx="2057400" cy="987552"/>
                <wp:effectExtent l="0" t="0" r="0" b="3175"/>
                <wp:wrapNone/>
                <wp:docPr id="34" name="文字方塊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87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5BC" w:rsidRPr="00DF1A1E" w:rsidRDefault="00DF1A1E" w:rsidP="00DF1A1E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DF1A1E">
                              <w:rPr>
                                <w:rFonts w:asciiTheme="majorEastAsia" w:eastAsiaTheme="majorEastAsia" w:hAnsiTheme="majorEastAsia" w:hint="eastAsia"/>
                              </w:rPr>
                              <w:t>須穿著有鞋帶的運動鞋，顏色不拘，不得為、靴子、跟鞋、布希鞋</w:t>
                            </w:r>
                            <w:r w:rsidRPr="00DF1A1E">
                              <w:rPr>
                                <w:rFonts w:asciiTheme="majorEastAsia" w:eastAsiaTheme="majorEastAsia" w:hAnsiTheme="majorEastAsia"/>
                              </w:rPr>
                              <w:t>……</w:t>
                            </w:r>
                            <w:r w:rsidRPr="00DF1A1E">
                              <w:rPr>
                                <w:rFonts w:asciiTheme="majorEastAsia" w:eastAsiaTheme="majorEastAsia" w:hAnsiTheme="majorEastAsia" w:hint="eastAsia"/>
                              </w:rPr>
                              <w:t>，及其他不利於運動的鞋子等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5F967" id="文字方塊 34" o:spid="_x0000_s1029" type="#_x0000_t202" style="position:absolute;margin-left:248.55pt;margin-top:383.25pt;width:162pt;height:77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" filled="f" stroked="f">
                <v:textbox>
                  <w:txbxContent>
                    <w:p w:rsidR="002E45BC" w:rsidRPr="00DF1A1E" w:rsidRDefault="00DF1A1E" w:rsidP="00DF1A1E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DF1A1E">
                        <w:rPr>
                          <w:rFonts w:asciiTheme="majorEastAsia" w:eastAsiaTheme="majorEastAsia" w:hAnsiTheme="majorEastAsia" w:hint="eastAsia"/>
                        </w:rPr>
                        <w:t>須穿著有鞋帶的運動鞋，顏色不拘，不得為、靴子、跟鞋、布希鞋</w:t>
                      </w:r>
                      <w:r w:rsidRPr="00DF1A1E">
                        <w:rPr>
                          <w:rFonts w:asciiTheme="majorEastAsia" w:eastAsiaTheme="majorEastAsia" w:hAnsiTheme="majorEastAsia"/>
                        </w:rPr>
                        <w:t>……</w:t>
                      </w:r>
                      <w:r w:rsidRPr="00DF1A1E">
                        <w:rPr>
                          <w:rFonts w:asciiTheme="majorEastAsia" w:eastAsiaTheme="majorEastAsia" w:hAnsiTheme="majorEastAsia" w:hint="eastAsia"/>
                        </w:rPr>
                        <w:t>，及其他不利於運動的鞋子等</w:t>
                      </w:r>
                    </w:p>
                  </w:txbxContent>
                </v:textbox>
              </v:shape>
            </w:pict>
          </mc:Fallback>
        </mc:AlternateContent>
      </w:r>
      <w:r w:rsidR="00DF1A1E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68A181" wp14:editId="2808B73E">
                <wp:simplePos x="0" y="0"/>
                <wp:positionH relativeFrom="column">
                  <wp:posOffset>5161330</wp:posOffset>
                </wp:positionH>
                <wp:positionV relativeFrom="paragraph">
                  <wp:posOffset>4297274</wp:posOffset>
                </wp:positionV>
                <wp:extent cx="1190066" cy="733272"/>
                <wp:effectExtent l="0" t="0" r="29210" b="29210"/>
                <wp:wrapNone/>
                <wp:docPr id="25" name="直線接點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90066" cy="73327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892C0" id="直線接點 25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4pt,338.35pt" to="500.1pt,3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"/>
            </w:pict>
          </mc:Fallback>
        </mc:AlternateContent>
      </w:r>
      <w:r w:rsidR="00DF1A1E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A9638" wp14:editId="2111D43D">
                <wp:simplePos x="0" y="0"/>
                <wp:positionH relativeFrom="column">
                  <wp:posOffset>2169414</wp:posOffset>
                </wp:positionH>
                <wp:positionV relativeFrom="paragraph">
                  <wp:posOffset>4297274</wp:posOffset>
                </wp:positionV>
                <wp:extent cx="1031443" cy="504748"/>
                <wp:effectExtent l="0" t="0" r="35560" b="29210"/>
                <wp:wrapNone/>
                <wp:docPr id="18" name="直線接點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1443" cy="5047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919AC" id="直線接點 1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8pt,338.35pt" to="252pt,3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"/>
            </w:pict>
          </mc:Fallback>
        </mc:AlternateContent>
      </w:r>
      <w:r w:rsidR="00DF1A1E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407DF3C" wp14:editId="7D0BC7AD">
                <wp:simplePos x="0" y="0"/>
                <wp:positionH relativeFrom="column">
                  <wp:posOffset>3153765</wp:posOffset>
                </wp:positionH>
                <wp:positionV relativeFrom="paragraph">
                  <wp:posOffset>4103827</wp:posOffset>
                </wp:positionV>
                <wp:extent cx="2057400" cy="571500"/>
                <wp:effectExtent l="0" t="0" r="0" b="0"/>
                <wp:wrapNone/>
                <wp:docPr id="35" name="文字方塊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A1E" w:rsidRDefault="00DF1A1E" w:rsidP="005B66F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須穿著運動襪，顏色不拘</w:t>
                            </w:r>
                          </w:p>
                          <w:p w:rsidR="002E45BC" w:rsidRPr="00DF1A1E" w:rsidRDefault="00DF1A1E" w:rsidP="005B66F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DF1A1E">
                              <w:rPr>
                                <w:rFonts w:asciiTheme="majorEastAsia" w:eastAsiaTheme="majorEastAsia" w:hAnsiTheme="majorEastAsia" w:hint="eastAsia"/>
                              </w:rPr>
                              <w:t>不得為絲襪、隱形襪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5759D" id="文字方塊 35" o:spid="_x0000_s1030" type="#_x0000_t202" style="position:absolute;margin-left:248.35pt;margin-top:323.15pt;width:162pt;height: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" filled="f" stroked="f">
                <v:textbox>
                  <w:txbxContent>
                    <w:p w:rsidR="00DF1A1E" w:rsidRDefault="00DF1A1E" w:rsidP="005B66FB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須穿著運動襪，顏色不拘</w:t>
                      </w:r>
                    </w:p>
                    <w:p w:rsidR="002E45BC" w:rsidRPr="00DF1A1E" w:rsidRDefault="00DF1A1E" w:rsidP="005B66FB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DF1A1E">
                        <w:rPr>
                          <w:rFonts w:asciiTheme="majorEastAsia" w:eastAsiaTheme="majorEastAsia" w:hAnsiTheme="majorEastAsia" w:hint="eastAsia"/>
                        </w:rPr>
                        <w:t>不得為絲襪、隱形襪</w:t>
                      </w:r>
                    </w:p>
                  </w:txbxContent>
                </v:textbox>
              </v:shape>
            </w:pict>
          </mc:Fallback>
        </mc:AlternateContent>
      </w:r>
      <w:r w:rsidR="00DF1A1E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7F8319B" wp14:editId="1793E798">
                <wp:simplePos x="0" y="0"/>
                <wp:positionH relativeFrom="column">
                  <wp:posOffset>3105303</wp:posOffset>
                </wp:positionH>
                <wp:positionV relativeFrom="paragraph">
                  <wp:posOffset>2929179</wp:posOffset>
                </wp:positionV>
                <wp:extent cx="2057400" cy="571500"/>
                <wp:effectExtent l="0" t="0" r="0" b="0"/>
                <wp:wrapNone/>
                <wp:docPr id="32" name="文字方塊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5BC" w:rsidRDefault="002E45BC" w:rsidP="005B66F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不戴戒指、手鏈</w:t>
                            </w:r>
                          </w:p>
                          <w:p w:rsidR="002E45BC" w:rsidRDefault="002E45BC" w:rsidP="005B66F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不塗指甲油、定期修剪指甲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0AA11" id="文字方塊 32" o:spid="_x0000_s1031" type="#_x0000_t202" style="position:absolute;margin-left:244.5pt;margin-top:230.65pt;width:162pt;height: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" filled="f" stroked="f">
                <v:textbox>
                  <w:txbxContent>
                    <w:p w:rsidR="002E45BC" w:rsidRDefault="002E45BC" w:rsidP="005B66F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不戴戒指、手鏈</w:t>
                      </w:r>
                    </w:p>
                    <w:p w:rsidR="002E45BC" w:rsidRDefault="002E45BC" w:rsidP="005B66F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不塗指甲油、定期修剪指甲</w:t>
                      </w:r>
                    </w:p>
                  </w:txbxContent>
                </v:textbox>
              </v:shape>
            </w:pict>
          </mc:Fallback>
        </mc:AlternateContent>
      </w:r>
      <w:r w:rsidR="00DF1A1E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28755B" wp14:editId="4B2AF44E">
                <wp:simplePos x="0" y="0"/>
                <wp:positionH relativeFrom="column">
                  <wp:posOffset>4832147</wp:posOffset>
                </wp:positionH>
                <wp:positionV relativeFrom="paragraph">
                  <wp:posOffset>2512364</wp:posOffset>
                </wp:positionV>
                <wp:extent cx="534924" cy="343535"/>
                <wp:effectExtent l="0" t="0" r="36830" b="18415"/>
                <wp:wrapNone/>
                <wp:docPr id="28" name="直線接點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4924" cy="343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39A72" id="直線接點 28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5pt,197.8pt" to="422.6pt,2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"/>
            </w:pict>
          </mc:Fallback>
        </mc:AlternateContent>
      </w:r>
      <w:r w:rsidR="00DF1A1E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EB42C8" wp14:editId="616DC274">
                <wp:simplePos x="0" y="0"/>
                <wp:positionH relativeFrom="column">
                  <wp:posOffset>2857043</wp:posOffset>
                </wp:positionH>
                <wp:positionV relativeFrom="paragraph">
                  <wp:posOffset>2512365</wp:posOffset>
                </wp:positionV>
                <wp:extent cx="614477" cy="343814"/>
                <wp:effectExtent l="0" t="0" r="33655" b="37465"/>
                <wp:wrapNone/>
                <wp:docPr id="29" name="直線接點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477" cy="34381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CD64B" id="直線接點 2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95pt,197.8pt" to="273.35pt,2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"/>
            </w:pict>
          </mc:Fallback>
        </mc:AlternateContent>
      </w:r>
      <w:r w:rsidR="006135D7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C9C723" wp14:editId="39E9723E">
                <wp:simplePos x="0" y="0"/>
                <wp:positionH relativeFrom="column">
                  <wp:posOffset>2169414</wp:posOffset>
                </wp:positionH>
                <wp:positionV relativeFrom="paragraph">
                  <wp:posOffset>486054</wp:posOffset>
                </wp:positionV>
                <wp:extent cx="4000500" cy="1109168"/>
                <wp:effectExtent l="0" t="0" r="19050" b="15240"/>
                <wp:wrapNone/>
                <wp:docPr id="13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1091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45BC" w:rsidRPr="0090371B" w:rsidRDefault="002E45BC" w:rsidP="005B66FB">
                            <w:r w:rsidRPr="0090371B">
                              <w:rPr>
                                <w:rFonts w:hint="eastAsia"/>
                              </w:rPr>
                              <w:t>學號：全部共</w:t>
                            </w:r>
                            <w:r w:rsidR="006135D7">
                              <w:rPr>
                                <w:rFonts w:hint="eastAsia"/>
                                <w:b/>
                              </w:rPr>
                              <w:t>七</w:t>
                            </w:r>
                            <w:r w:rsidRPr="00463907">
                              <w:rPr>
                                <w:rFonts w:hint="eastAsia"/>
                                <w:b/>
                              </w:rPr>
                              <w:t>碼</w:t>
                            </w:r>
                            <w:r>
                              <w:rPr>
                                <w:rFonts w:hint="eastAsia"/>
                              </w:rPr>
                              <w:t>及</w:t>
                            </w:r>
                            <w:r w:rsidRPr="00463907">
                              <w:rPr>
                                <w:rFonts w:hint="eastAsia"/>
                                <w:b/>
                              </w:rPr>
                              <w:t>學生姓名</w:t>
                            </w:r>
                            <w:r w:rsidRPr="0090371B">
                              <w:rPr>
                                <w:rFonts w:hint="eastAsia"/>
                              </w:rPr>
                              <w:t>，</w:t>
                            </w:r>
                            <w:r w:rsidR="006135D7">
                              <w:rPr>
                                <w:rFonts w:hint="eastAsia"/>
                              </w:rPr>
                              <w:t>繡於左胸前校徽上</w:t>
                            </w:r>
                            <w:r w:rsidRPr="0090371B">
                              <w:rPr>
                                <w:rFonts w:hint="eastAsia"/>
                              </w:rPr>
                              <w:t>方，首碼</w:t>
                            </w:r>
                            <w:r>
                              <w:rPr>
                                <w:rFonts w:hint="eastAsia"/>
                              </w:rPr>
                              <w:t>為入學年份，班級</w:t>
                            </w:r>
                            <w:r w:rsidR="006135D7">
                              <w:rPr>
                                <w:rFonts w:hint="eastAsia"/>
                              </w:rPr>
                              <w:t>及座號</w:t>
                            </w:r>
                            <w:r>
                              <w:rPr>
                                <w:rFonts w:hint="eastAsia"/>
                              </w:rPr>
                              <w:t>為第二排</w:t>
                            </w:r>
                            <w:r w:rsidR="006135D7">
                              <w:rPr>
                                <w:rFonts w:hint="eastAsia"/>
                              </w:rPr>
                              <w:t>共四</w:t>
                            </w:r>
                            <w:r w:rsidRPr="0090371B">
                              <w:rPr>
                                <w:rFonts w:hint="eastAsia"/>
                              </w:rPr>
                              <w:t>碼。例如：</w:t>
                            </w:r>
                            <w:r w:rsidRPr="0090371B">
                              <w:rPr>
                                <w:rFonts w:hint="eastAsia"/>
                              </w:rPr>
                              <w:t>10</w:t>
                            </w:r>
                            <w:r w:rsidR="006135D7">
                              <w:t>9</w:t>
                            </w:r>
                            <w:r w:rsidR="006135D7">
                              <w:rPr>
                                <w:rFonts w:hint="eastAsia"/>
                              </w:rPr>
                              <w:t>年入學，</w:t>
                            </w:r>
                            <w:r w:rsidR="006135D7">
                              <w:rPr>
                                <w:rFonts w:hint="eastAsia"/>
                              </w:rPr>
                              <w:t>7</w:t>
                            </w:r>
                            <w:r w:rsidR="006135D7">
                              <w:t>年</w:t>
                            </w:r>
                            <w:r w:rsidR="006135D7">
                              <w:t>1</w:t>
                            </w:r>
                            <w:r w:rsidR="006135D7">
                              <w:t>班</w:t>
                            </w:r>
                            <w:r w:rsidR="006135D7">
                              <w:t>10</w:t>
                            </w:r>
                            <w:r w:rsidR="006135D7">
                              <w:t>號</w:t>
                            </w:r>
                            <w:r w:rsidRPr="0090371B">
                              <w:rPr>
                                <w:rFonts w:hint="eastAsia"/>
                              </w:rPr>
                              <w:t>，學號</w:t>
                            </w:r>
                            <w:r w:rsidRPr="00463907">
                              <w:rPr>
                                <w:rFonts w:hint="eastAsia"/>
                                <w:b/>
                              </w:rPr>
                              <w:t>第一排為</w:t>
                            </w:r>
                            <w:r w:rsidR="006135D7">
                              <w:rPr>
                                <w:b/>
                              </w:rPr>
                              <w:t>(</w:t>
                            </w:r>
                            <w:r w:rsidRPr="00463907">
                              <w:rPr>
                                <w:rFonts w:hint="eastAsia"/>
                                <w:b/>
                              </w:rPr>
                              <w:t>10</w:t>
                            </w:r>
                            <w:r w:rsidR="006135D7">
                              <w:rPr>
                                <w:b/>
                              </w:rPr>
                              <w:t>9)</w:t>
                            </w:r>
                            <w:r w:rsidR="006135D7">
                              <w:rPr>
                                <w:b/>
                              </w:rPr>
                              <w:t>，</w:t>
                            </w:r>
                            <w:r w:rsidRPr="00463907">
                              <w:rPr>
                                <w:rFonts w:hint="eastAsia"/>
                                <w:b/>
                              </w:rPr>
                              <w:t>第二排為</w:t>
                            </w:r>
                            <w:r w:rsidRPr="00463907">
                              <w:rPr>
                                <w:rFonts w:hint="eastAsia"/>
                                <w:b/>
                              </w:rPr>
                              <w:t>0</w:t>
                            </w:r>
                            <w:r w:rsidR="006135D7">
                              <w:rPr>
                                <w:b/>
                              </w:rPr>
                              <w:t>1-10</w:t>
                            </w:r>
                            <w:r w:rsidR="006135D7">
                              <w:rPr>
                                <w:b/>
                              </w:rPr>
                              <w:t>、</w:t>
                            </w:r>
                            <w:r w:rsidR="006135D7">
                              <w:rPr>
                                <w:rFonts w:hint="eastAsia"/>
                                <w:b/>
                              </w:rPr>
                              <w:t>第三排</w:t>
                            </w:r>
                            <w:r w:rsidR="006135D7">
                              <w:rPr>
                                <w:b/>
                              </w:rPr>
                              <w:t>為</w:t>
                            </w:r>
                            <w:r w:rsidRPr="00463907">
                              <w:rPr>
                                <w:rFonts w:hint="eastAsia"/>
                                <w:b/>
                              </w:rPr>
                              <w:t>學生姓名</w:t>
                            </w:r>
                            <w:r w:rsidR="00F86C72">
                              <w:rPr>
                                <w:rFonts w:hint="eastAsia"/>
                              </w:rPr>
                              <w:t>。</w:t>
                            </w:r>
                            <w:r w:rsidR="006135D7">
                              <w:rPr>
                                <w:rFonts w:hint="eastAsia"/>
                              </w:rPr>
                              <w:t>運動服及制服皆用</w:t>
                            </w:r>
                            <w:r w:rsidR="006135D7">
                              <w:t>金黃色線。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0F171" id="文字方塊 13" o:spid="_x0000_s1032" type="#_x0000_t202" style="position:absolute;margin-left:170.8pt;margin-top:38.25pt;width:315pt;height:87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">
                <v:textbox>
                  <w:txbxContent>
                    <w:p w:rsidR="002E45BC" w:rsidRPr="0090371B" w:rsidRDefault="002E45BC" w:rsidP="005B66FB">
                      <w:pPr>
                        <w:rPr>
                          <w:rFonts w:hint="eastAsia"/>
                        </w:rPr>
                      </w:pPr>
                      <w:r w:rsidRPr="0090371B">
                        <w:rPr>
                          <w:rFonts w:hint="eastAsia"/>
                        </w:rPr>
                        <w:t>學號：全部共</w:t>
                      </w:r>
                      <w:r w:rsidR="006135D7">
                        <w:rPr>
                          <w:rFonts w:hint="eastAsia"/>
                          <w:b/>
                        </w:rPr>
                        <w:t>七</w:t>
                      </w:r>
                      <w:r w:rsidRPr="00463907">
                        <w:rPr>
                          <w:rFonts w:hint="eastAsia"/>
                          <w:b/>
                        </w:rPr>
                        <w:t>碼</w:t>
                      </w:r>
                      <w:r>
                        <w:rPr>
                          <w:rFonts w:hint="eastAsia"/>
                        </w:rPr>
                        <w:t>及</w:t>
                      </w:r>
                      <w:r w:rsidRPr="00463907">
                        <w:rPr>
                          <w:rFonts w:hint="eastAsia"/>
                          <w:b/>
                        </w:rPr>
                        <w:t>學生姓名</w:t>
                      </w:r>
                      <w:r w:rsidRPr="0090371B">
                        <w:rPr>
                          <w:rFonts w:hint="eastAsia"/>
                        </w:rPr>
                        <w:t>，</w:t>
                      </w:r>
                      <w:r w:rsidR="006135D7">
                        <w:rPr>
                          <w:rFonts w:hint="eastAsia"/>
                        </w:rPr>
                        <w:t>繡於左胸前校徽上</w:t>
                      </w:r>
                      <w:r w:rsidRPr="0090371B">
                        <w:rPr>
                          <w:rFonts w:hint="eastAsia"/>
                        </w:rPr>
                        <w:t>方，首碼</w:t>
                      </w:r>
                      <w:r>
                        <w:rPr>
                          <w:rFonts w:hint="eastAsia"/>
                        </w:rPr>
                        <w:t>為入學年份，班級</w:t>
                      </w:r>
                      <w:r w:rsidR="006135D7">
                        <w:rPr>
                          <w:rFonts w:hint="eastAsia"/>
                        </w:rPr>
                        <w:t>及座號</w:t>
                      </w:r>
                      <w:r>
                        <w:rPr>
                          <w:rFonts w:hint="eastAsia"/>
                        </w:rPr>
                        <w:t>為第二排</w:t>
                      </w:r>
                      <w:r w:rsidR="006135D7">
                        <w:rPr>
                          <w:rFonts w:hint="eastAsia"/>
                        </w:rPr>
                        <w:t>共四</w:t>
                      </w:r>
                      <w:r w:rsidRPr="0090371B">
                        <w:rPr>
                          <w:rFonts w:hint="eastAsia"/>
                        </w:rPr>
                        <w:t>碼。例如：</w:t>
                      </w:r>
                      <w:r w:rsidRPr="0090371B">
                        <w:rPr>
                          <w:rFonts w:hint="eastAsia"/>
                        </w:rPr>
                        <w:t>10</w:t>
                      </w:r>
                      <w:r w:rsidR="006135D7">
                        <w:t>9</w:t>
                      </w:r>
                      <w:r w:rsidR="006135D7">
                        <w:rPr>
                          <w:rFonts w:hint="eastAsia"/>
                        </w:rPr>
                        <w:t>年入學，</w:t>
                      </w:r>
                      <w:r w:rsidR="006135D7">
                        <w:rPr>
                          <w:rFonts w:hint="eastAsia"/>
                        </w:rPr>
                        <w:t>7</w:t>
                      </w:r>
                      <w:r w:rsidR="006135D7">
                        <w:t>年</w:t>
                      </w:r>
                      <w:r w:rsidR="006135D7">
                        <w:t>1</w:t>
                      </w:r>
                      <w:r w:rsidR="006135D7">
                        <w:t>班</w:t>
                      </w:r>
                      <w:r w:rsidR="006135D7">
                        <w:t>10</w:t>
                      </w:r>
                      <w:r w:rsidR="006135D7">
                        <w:t>號</w:t>
                      </w:r>
                      <w:r w:rsidRPr="0090371B">
                        <w:rPr>
                          <w:rFonts w:hint="eastAsia"/>
                        </w:rPr>
                        <w:t>，學號</w:t>
                      </w:r>
                      <w:r w:rsidRPr="00463907">
                        <w:rPr>
                          <w:rFonts w:hint="eastAsia"/>
                          <w:b/>
                        </w:rPr>
                        <w:t>第一排為</w:t>
                      </w:r>
                      <w:r w:rsidR="006135D7">
                        <w:rPr>
                          <w:b/>
                        </w:rPr>
                        <w:t>(</w:t>
                      </w:r>
                      <w:r w:rsidRPr="00463907">
                        <w:rPr>
                          <w:rFonts w:hint="eastAsia"/>
                          <w:b/>
                        </w:rPr>
                        <w:t>10</w:t>
                      </w:r>
                      <w:r w:rsidR="006135D7">
                        <w:rPr>
                          <w:b/>
                        </w:rPr>
                        <w:t>9)</w:t>
                      </w:r>
                      <w:r w:rsidR="006135D7">
                        <w:rPr>
                          <w:b/>
                        </w:rPr>
                        <w:t>，</w:t>
                      </w:r>
                      <w:r w:rsidRPr="00463907">
                        <w:rPr>
                          <w:rFonts w:hint="eastAsia"/>
                          <w:b/>
                        </w:rPr>
                        <w:t>第二排為</w:t>
                      </w:r>
                      <w:r w:rsidRPr="00463907">
                        <w:rPr>
                          <w:rFonts w:hint="eastAsia"/>
                          <w:b/>
                        </w:rPr>
                        <w:t>0</w:t>
                      </w:r>
                      <w:r w:rsidR="006135D7">
                        <w:rPr>
                          <w:b/>
                        </w:rPr>
                        <w:t>1-10</w:t>
                      </w:r>
                      <w:r w:rsidR="006135D7">
                        <w:rPr>
                          <w:b/>
                        </w:rPr>
                        <w:t>、</w:t>
                      </w:r>
                      <w:r w:rsidR="006135D7">
                        <w:rPr>
                          <w:rFonts w:hint="eastAsia"/>
                          <w:b/>
                        </w:rPr>
                        <w:t>第三排</w:t>
                      </w:r>
                      <w:r w:rsidR="006135D7">
                        <w:rPr>
                          <w:b/>
                        </w:rPr>
                        <w:t>為</w:t>
                      </w:r>
                      <w:r w:rsidRPr="00463907">
                        <w:rPr>
                          <w:rFonts w:hint="eastAsia"/>
                          <w:b/>
                        </w:rPr>
                        <w:t>學生姓名</w:t>
                      </w:r>
                      <w:r w:rsidR="00F86C72">
                        <w:rPr>
                          <w:rFonts w:hint="eastAsia"/>
                        </w:rPr>
                        <w:t>。</w:t>
                      </w:r>
                      <w:r w:rsidR="006135D7">
                        <w:rPr>
                          <w:rFonts w:hint="eastAsia"/>
                        </w:rPr>
                        <w:t>運動服及制服皆用</w:t>
                      </w:r>
                      <w:r w:rsidR="006135D7">
                        <w:t>金黃色線。</w:t>
                      </w:r>
                    </w:p>
                  </w:txbxContent>
                </v:textbox>
              </v:shape>
            </w:pict>
          </mc:Fallback>
        </mc:AlternateContent>
      </w:r>
      <w:r w:rsidR="005B66FB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BD076E9" wp14:editId="176E9FF0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2057400" cy="571500"/>
                <wp:effectExtent l="0" t="0" r="0" b="0"/>
                <wp:wrapNone/>
                <wp:docPr id="31" name="文字方塊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5BC" w:rsidRDefault="002E45BC" w:rsidP="005B66F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臉部乾淨不化妝</w:t>
                            </w:r>
                          </w:p>
                          <w:p w:rsidR="002E45BC" w:rsidRDefault="002E45BC" w:rsidP="005B66F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不配戴耳環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076E9" id="文字方塊 31" o:spid="_x0000_s1035" type="#_x0000_t202" style="position:absolute;margin-left:252pt;margin-top:0;width:162pt;height:4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" filled="f" stroked="f">
                <v:textbox>
                  <w:txbxContent>
                    <w:p w:rsidR="002E45BC" w:rsidRDefault="002E45BC" w:rsidP="005B66F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臉部乾淨不化妝</w:t>
                      </w:r>
                    </w:p>
                    <w:p w:rsidR="002E45BC" w:rsidRDefault="002E45BC" w:rsidP="005B66F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不配戴耳環</w:t>
                      </w:r>
                    </w:p>
                  </w:txbxContent>
                </v:textbox>
              </v:shape>
            </w:pict>
          </mc:Fallback>
        </mc:AlternateContent>
      </w:r>
      <w:r w:rsidR="005B66FB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B37FE4" wp14:editId="4C3E32E8">
                <wp:simplePos x="0" y="0"/>
                <wp:positionH relativeFrom="column">
                  <wp:posOffset>6172200</wp:posOffset>
                </wp:positionH>
                <wp:positionV relativeFrom="paragraph">
                  <wp:posOffset>914400</wp:posOffset>
                </wp:positionV>
                <wp:extent cx="1143000" cy="457200"/>
                <wp:effectExtent l="9525" t="9525" r="9525" b="9525"/>
                <wp:wrapNone/>
                <wp:docPr id="15" name="直線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3C08D" id="直線接點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in" to="8in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"/>
            </w:pict>
          </mc:Fallback>
        </mc:AlternateContent>
      </w:r>
      <w:r w:rsidR="005B66FB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33C966" wp14:editId="22C1FCBD">
                <wp:simplePos x="0" y="0"/>
                <wp:positionH relativeFrom="column">
                  <wp:posOffset>1485900</wp:posOffset>
                </wp:positionH>
                <wp:positionV relativeFrom="paragraph">
                  <wp:posOffset>800100</wp:posOffset>
                </wp:positionV>
                <wp:extent cx="685800" cy="457200"/>
                <wp:effectExtent l="9525" t="9525" r="9525" b="9525"/>
                <wp:wrapNone/>
                <wp:docPr id="14" name="直線接點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836CB" id="直線接點 14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63pt" to="171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"/>
            </w:pict>
          </mc:Fallback>
        </mc:AlternateContent>
      </w:r>
      <w:r w:rsidR="005B66FB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833EE0" wp14:editId="4B0FE17B">
                <wp:simplePos x="0" y="0"/>
                <wp:positionH relativeFrom="column">
                  <wp:posOffset>1485900</wp:posOffset>
                </wp:positionH>
                <wp:positionV relativeFrom="paragraph">
                  <wp:posOffset>-342900</wp:posOffset>
                </wp:positionV>
                <wp:extent cx="800100" cy="342900"/>
                <wp:effectExtent l="9525" t="9525" r="9525" b="9525"/>
                <wp:wrapNone/>
                <wp:docPr id="12" name="直線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01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05842" id="直線接點 12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-27pt" to="18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"/>
            </w:pict>
          </mc:Fallback>
        </mc:AlternateContent>
      </w:r>
      <w:r w:rsidR="005B66FB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997FF5" wp14:editId="22CEAEAD">
                <wp:simplePos x="0" y="0"/>
                <wp:positionH relativeFrom="column">
                  <wp:posOffset>1371600</wp:posOffset>
                </wp:positionH>
                <wp:positionV relativeFrom="paragraph">
                  <wp:posOffset>342900</wp:posOffset>
                </wp:positionV>
                <wp:extent cx="2171700" cy="0"/>
                <wp:effectExtent l="9525" t="9525" r="9525" b="9525"/>
                <wp:wrapNone/>
                <wp:docPr id="8" name="直線接點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C10A8" id="直線接點 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7pt" to="279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"/>
            </w:pict>
          </mc:Fallback>
        </mc:AlternateContent>
      </w:r>
      <w:r w:rsidR="005B66FB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0FE010" wp14:editId="7213AF02">
                <wp:simplePos x="0" y="0"/>
                <wp:positionH relativeFrom="column">
                  <wp:posOffset>3200400</wp:posOffset>
                </wp:positionH>
                <wp:positionV relativeFrom="paragraph">
                  <wp:posOffset>800100</wp:posOffset>
                </wp:positionV>
                <wp:extent cx="2057400" cy="57150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5BC" w:rsidRDefault="002E45BC" w:rsidP="005B66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FE010" id="文字方塊 5" o:spid="_x0000_s1036" type="#_x0000_t202" style="position:absolute;margin-left:252pt;margin-top:63pt;width:162pt;height:4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" filled="f" stroked="f">
                <v:textbox>
                  <w:txbxContent>
                    <w:p w:rsidR="002E45BC" w:rsidRDefault="002E45BC" w:rsidP="005B66FB"/>
                  </w:txbxContent>
                </v:textbox>
              </v:shape>
            </w:pict>
          </mc:Fallback>
        </mc:AlternateContent>
      </w:r>
      <w:r w:rsidR="005B66FB" w:rsidRPr="002E45BC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82DE0D3" wp14:editId="1316FDA9">
                <wp:simplePos x="0" y="0"/>
                <wp:positionH relativeFrom="column">
                  <wp:posOffset>4914900</wp:posOffset>
                </wp:positionH>
                <wp:positionV relativeFrom="paragraph">
                  <wp:posOffset>342900</wp:posOffset>
                </wp:positionV>
                <wp:extent cx="1943100" cy="0"/>
                <wp:effectExtent l="9525" t="9525" r="9525" b="9525"/>
                <wp:wrapNone/>
                <wp:docPr id="4" name="直線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F0E0A" id="直線接點 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27pt" to="540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"/>
            </w:pict>
          </mc:Fallback>
        </mc:AlternateContent>
      </w:r>
    </w:p>
    <w:p w:rsidR="00EF40C7" w:rsidRPr="002E45BC" w:rsidRDefault="00EF40C7" w:rsidP="000C4BF2">
      <w:pPr>
        <w:rPr>
          <w:rFonts w:eastAsia="標楷體"/>
        </w:rPr>
      </w:pPr>
    </w:p>
    <w:sectPr w:rsidR="00EF40C7" w:rsidRPr="002E45BC" w:rsidSect="00D66650">
      <w:pgSz w:w="16838" w:h="11906" w:orient="landscape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815" w:rsidRDefault="00AA2815" w:rsidP="00E6299D">
      <w:r>
        <w:separator/>
      </w:r>
    </w:p>
  </w:endnote>
  <w:endnote w:type="continuationSeparator" w:id="0">
    <w:p w:rsidR="00AA2815" w:rsidRDefault="00AA2815" w:rsidP="00E6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圓">
    <w:altName w:val="微軟正黑體"/>
    <w:charset w:val="88"/>
    <w:family w:val="modern"/>
    <w:pitch w:val="fixed"/>
    <w:sig w:usb0="00000000" w:usb1="38CF7C7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815" w:rsidRDefault="00AA2815" w:rsidP="00E6299D">
      <w:r>
        <w:separator/>
      </w:r>
    </w:p>
  </w:footnote>
  <w:footnote w:type="continuationSeparator" w:id="0">
    <w:p w:rsidR="00AA2815" w:rsidRDefault="00AA2815" w:rsidP="00E62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4A4"/>
    <w:multiLevelType w:val="hybridMultilevel"/>
    <w:tmpl w:val="70B691FA"/>
    <w:lvl w:ilvl="0" w:tplc="F992FF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747B0B"/>
    <w:multiLevelType w:val="hybridMultilevel"/>
    <w:tmpl w:val="B420C18E"/>
    <w:lvl w:ilvl="0" w:tplc="64A8E0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6E3781"/>
    <w:multiLevelType w:val="hybridMultilevel"/>
    <w:tmpl w:val="4370B586"/>
    <w:lvl w:ilvl="0" w:tplc="4986F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B86DCE"/>
    <w:multiLevelType w:val="hybridMultilevel"/>
    <w:tmpl w:val="D554B5E6"/>
    <w:lvl w:ilvl="0" w:tplc="9CAE304A">
      <w:start w:val="1"/>
      <w:numFmt w:val="taiwaneseCountingThousand"/>
      <w:lvlText w:val="（%1）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4" w15:restartNumberingAfterBreak="0">
    <w:nsid w:val="31067258"/>
    <w:multiLevelType w:val="hybridMultilevel"/>
    <w:tmpl w:val="81D4155C"/>
    <w:lvl w:ilvl="0" w:tplc="6980B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5438ED"/>
    <w:multiLevelType w:val="hybridMultilevel"/>
    <w:tmpl w:val="75FCD372"/>
    <w:lvl w:ilvl="0" w:tplc="50263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9F15BC"/>
    <w:multiLevelType w:val="hybridMultilevel"/>
    <w:tmpl w:val="D5665A2E"/>
    <w:lvl w:ilvl="0" w:tplc="F23EC44A">
      <w:start w:val="1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7C34010"/>
    <w:multiLevelType w:val="hybridMultilevel"/>
    <w:tmpl w:val="0A12A742"/>
    <w:lvl w:ilvl="0" w:tplc="8C62F02A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4F44CC5"/>
    <w:multiLevelType w:val="hybridMultilevel"/>
    <w:tmpl w:val="0264FF42"/>
    <w:lvl w:ilvl="0" w:tplc="2A464C6C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cs="Times New Roman"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9" w15:restartNumberingAfterBreak="0">
    <w:nsid w:val="606976F3"/>
    <w:multiLevelType w:val="hybridMultilevel"/>
    <w:tmpl w:val="7526BDDA"/>
    <w:lvl w:ilvl="0" w:tplc="C6CE4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78C442C"/>
    <w:multiLevelType w:val="hybridMultilevel"/>
    <w:tmpl w:val="E794B002"/>
    <w:lvl w:ilvl="0" w:tplc="9098B8B8">
      <w:start w:val="1"/>
      <w:numFmt w:val="taiwaneseCountingThousand"/>
      <w:lvlText w:val="（%1）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68D742CB"/>
    <w:multiLevelType w:val="hybridMultilevel"/>
    <w:tmpl w:val="6CE884F6"/>
    <w:lvl w:ilvl="0" w:tplc="9098B8B8">
      <w:start w:val="1"/>
      <w:numFmt w:val="taiwaneseCountingThousand"/>
      <w:lvlText w:val="（%1）"/>
      <w:lvlJc w:val="left"/>
      <w:pPr>
        <w:ind w:left="2760" w:hanging="7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12" w15:restartNumberingAfterBreak="0">
    <w:nsid w:val="72D34884"/>
    <w:multiLevelType w:val="hybridMultilevel"/>
    <w:tmpl w:val="837EDAD6"/>
    <w:lvl w:ilvl="0" w:tplc="7F58D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ttachedTemplate r:id="rId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FD"/>
    <w:rsid w:val="00031B72"/>
    <w:rsid w:val="00063E84"/>
    <w:rsid w:val="000C4BF2"/>
    <w:rsid w:val="000D550A"/>
    <w:rsid w:val="00156C35"/>
    <w:rsid w:val="001751DF"/>
    <w:rsid w:val="0018148B"/>
    <w:rsid w:val="001B6B6C"/>
    <w:rsid w:val="001C2BA3"/>
    <w:rsid w:val="001E4DB4"/>
    <w:rsid w:val="001E520F"/>
    <w:rsid w:val="00256699"/>
    <w:rsid w:val="002E2149"/>
    <w:rsid w:val="002E45BC"/>
    <w:rsid w:val="002E7999"/>
    <w:rsid w:val="00323294"/>
    <w:rsid w:val="003B044E"/>
    <w:rsid w:val="003B6D5B"/>
    <w:rsid w:val="004121A9"/>
    <w:rsid w:val="0044647C"/>
    <w:rsid w:val="004F54AF"/>
    <w:rsid w:val="005569F0"/>
    <w:rsid w:val="00575A7F"/>
    <w:rsid w:val="00587954"/>
    <w:rsid w:val="005B66FB"/>
    <w:rsid w:val="005C2E02"/>
    <w:rsid w:val="005D4C08"/>
    <w:rsid w:val="006135D7"/>
    <w:rsid w:val="00640634"/>
    <w:rsid w:val="006410D1"/>
    <w:rsid w:val="00662725"/>
    <w:rsid w:val="006811DA"/>
    <w:rsid w:val="006B1060"/>
    <w:rsid w:val="006E608A"/>
    <w:rsid w:val="00700900"/>
    <w:rsid w:val="007343EB"/>
    <w:rsid w:val="00766F3F"/>
    <w:rsid w:val="00790E33"/>
    <w:rsid w:val="007A0812"/>
    <w:rsid w:val="007D7442"/>
    <w:rsid w:val="007E3454"/>
    <w:rsid w:val="007E5131"/>
    <w:rsid w:val="00824249"/>
    <w:rsid w:val="00833840"/>
    <w:rsid w:val="00852E73"/>
    <w:rsid w:val="00856391"/>
    <w:rsid w:val="00884792"/>
    <w:rsid w:val="008A4DC1"/>
    <w:rsid w:val="008B0E73"/>
    <w:rsid w:val="00940568"/>
    <w:rsid w:val="009F22BB"/>
    <w:rsid w:val="00A83C6F"/>
    <w:rsid w:val="00AA2815"/>
    <w:rsid w:val="00AF01BF"/>
    <w:rsid w:val="00B02DA5"/>
    <w:rsid w:val="00B112BD"/>
    <w:rsid w:val="00B11902"/>
    <w:rsid w:val="00B2309B"/>
    <w:rsid w:val="00B2555B"/>
    <w:rsid w:val="00B34CF0"/>
    <w:rsid w:val="00B93F2B"/>
    <w:rsid w:val="00BB0466"/>
    <w:rsid w:val="00C01B6B"/>
    <w:rsid w:val="00C70374"/>
    <w:rsid w:val="00C801C0"/>
    <w:rsid w:val="00CA5F5C"/>
    <w:rsid w:val="00CB6FA1"/>
    <w:rsid w:val="00CB7FF1"/>
    <w:rsid w:val="00CF5C9C"/>
    <w:rsid w:val="00D22FDB"/>
    <w:rsid w:val="00D444E2"/>
    <w:rsid w:val="00D461CD"/>
    <w:rsid w:val="00D535FB"/>
    <w:rsid w:val="00D66650"/>
    <w:rsid w:val="00D74FA3"/>
    <w:rsid w:val="00D87667"/>
    <w:rsid w:val="00DA4D34"/>
    <w:rsid w:val="00DA7AFD"/>
    <w:rsid w:val="00DD46B1"/>
    <w:rsid w:val="00DF1A1E"/>
    <w:rsid w:val="00DF25BE"/>
    <w:rsid w:val="00E31EE0"/>
    <w:rsid w:val="00E334A2"/>
    <w:rsid w:val="00E6299D"/>
    <w:rsid w:val="00E66ABE"/>
    <w:rsid w:val="00E66D87"/>
    <w:rsid w:val="00EF40C7"/>
    <w:rsid w:val="00F20F2E"/>
    <w:rsid w:val="00F60077"/>
    <w:rsid w:val="00F65343"/>
    <w:rsid w:val="00F77738"/>
    <w:rsid w:val="00F81D52"/>
    <w:rsid w:val="00F86C72"/>
    <w:rsid w:val="00FE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B286E"/>
  <w15:docId w15:val="{9FB3DCB8-063A-41E8-A827-EA645CA3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F2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299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629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6299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A7AFD"/>
    <w:pPr>
      <w:ind w:leftChars="200" w:left="480"/>
    </w:pPr>
  </w:style>
  <w:style w:type="paragraph" w:styleId="aa">
    <w:name w:val="Block Text"/>
    <w:basedOn w:val="a"/>
    <w:semiHidden/>
    <w:rsid w:val="00DA7AFD"/>
    <w:pPr>
      <w:framePr w:hSpace="180" w:wrap="auto" w:hAnchor="text" w:x="268" w:yAlign="top"/>
      <w:spacing w:line="360" w:lineRule="exact"/>
      <w:ind w:left="113" w:right="113"/>
      <w:suppressOverlap/>
      <w:jc w:val="both"/>
    </w:pPr>
    <w:rPr>
      <w:rFonts w:ascii="標楷體" w:eastAsia="標楷體"/>
      <w:sz w:val="28"/>
    </w:rPr>
  </w:style>
  <w:style w:type="table" w:styleId="ab">
    <w:name w:val="Table Grid"/>
    <w:basedOn w:val="a1"/>
    <w:uiPriority w:val="59"/>
    <w:rsid w:val="0018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101\Desktop\&#34349;&#38597;&#25991;&#20214;&#31684;&#26412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B8B6E-0541-45E9-93A8-E8DBD47A6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蘭雅文件範本</Template>
  <TotalTime>5</TotalTime>
  <Pages>3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lin</dc:creator>
  <cp:lastModifiedBy>謝昕婷</cp:lastModifiedBy>
  <cp:revision>8</cp:revision>
  <cp:lastPrinted>2016-08-11T01:40:00Z</cp:lastPrinted>
  <dcterms:created xsi:type="dcterms:W3CDTF">2021-04-30T01:19:00Z</dcterms:created>
  <dcterms:modified xsi:type="dcterms:W3CDTF">2021-08-31T09:17:00Z</dcterms:modified>
</cp:coreProperties>
</file>